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984AB5" w:rsidRDefault="0071620A" w:rsidP="00984AB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84AB5">
        <w:rPr>
          <w:rFonts w:ascii="Corbel" w:hAnsi="Corbel"/>
          <w:i/>
          <w:smallCaps/>
          <w:sz w:val="24"/>
          <w:szCs w:val="24"/>
        </w:rPr>
        <w:t>2022-2027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bookmarkStart w:id="0" w:name="_GoBack"/>
      <w:bookmarkEnd w:id="0"/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06D7F">
        <w:rPr>
          <w:rFonts w:ascii="Corbel" w:hAnsi="Corbel"/>
          <w:sz w:val="20"/>
          <w:szCs w:val="20"/>
        </w:rPr>
        <w:t>20</w:t>
      </w:r>
      <w:r w:rsidR="00B708A9">
        <w:rPr>
          <w:rFonts w:ascii="Corbel" w:hAnsi="Corbel"/>
          <w:sz w:val="20"/>
          <w:szCs w:val="20"/>
        </w:rPr>
        <w:t>2</w:t>
      </w:r>
      <w:r w:rsidR="00984AB5">
        <w:rPr>
          <w:rFonts w:ascii="Corbel" w:hAnsi="Corbel"/>
          <w:sz w:val="20"/>
          <w:szCs w:val="20"/>
        </w:rPr>
        <w:t>3</w:t>
      </w:r>
      <w:r w:rsidR="00806D7F">
        <w:rPr>
          <w:rFonts w:ascii="Corbel" w:hAnsi="Corbel"/>
          <w:sz w:val="20"/>
          <w:szCs w:val="20"/>
        </w:rPr>
        <w:t>/202</w:t>
      </w:r>
      <w:r w:rsidR="00984AB5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63899" w:rsidRDefault="00570F54" w:rsidP="00A63899">
            <w:pPr>
              <w:pStyle w:val="Zwykytekst"/>
              <w:rPr>
                <w:rFonts w:ascii="Corbel" w:hAnsi="Corbel"/>
                <w:sz w:val="24"/>
                <w:szCs w:val="24"/>
              </w:rPr>
            </w:pPr>
            <w:r w:rsidRPr="00A63899">
              <w:rPr>
                <w:rFonts w:ascii="Corbel" w:hAnsi="Corbel"/>
                <w:sz w:val="24"/>
                <w:szCs w:val="24"/>
              </w:rPr>
              <w:t>Podstawy pedagogiki przedszkolnej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EA6C99" w:rsidRPr="009C54AE" w:rsidRDefault="00215DE5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EA6C99" w:rsidRPr="009C54AE" w:rsidRDefault="00215DE5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EC7B83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A6C99" w:rsidRPr="009C54AE" w:rsidRDefault="00AA15DA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638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3 i 4 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63899" w:rsidP="00A63899">
            <w:pPr>
              <w:pStyle w:val="Odpowiedzi"/>
              <w:numPr>
                <w:ilvl w:val="0"/>
                <w:numId w:val="2"/>
              </w:numPr>
              <w:spacing w:before="0" w:after="0"/>
              <w:ind w:left="459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:rsidTr="00EA6C99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EA6C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EA6C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Sławomira Pusz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A638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3, 4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A15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A15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A6C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3C7C6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7C6E">
        <w:rPr>
          <w:rFonts w:ascii="MS Gothic" w:eastAsia="MS Gothic" w:hAnsi="MS Gothic" w:cs="MS Gothic" w:hint="eastAsia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52732" w:rsidRDefault="00E22FBC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C52732">
        <w:rPr>
          <w:rFonts w:ascii="Corbel" w:hAnsi="Corbel"/>
          <w:b w:val="0"/>
          <w:smallCaps w:val="0"/>
          <w:szCs w:val="24"/>
        </w:rPr>
        <w:t xml:space="preserve">     </w:t>
      </w:r>
    </w:p>
    <w:p w:rsidR="00C52732" w:rsidRPr="009C54AE" w:rsidRDefault="00C52732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 xml:space="preserve"> -  Egzamin</w:t>
      </w:r>
    </w:p>
    <w:p w:rsidR="00E960BB" w:rsidRDefault="00E960BB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3C7C6E" w:rsidP="003C7C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z zakresu: pedagogiki ogólnej, teorii wychowania i psychologii ogólnej.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B0D95" w:rsidRPr="009C54AE" w:rsidTr="006B0D95">
        <w:tc>
          <w:tcPr>
            <w:tcW w:w="845" w:type="dxa"/>
            <w:vAlign w:val="center"/>
          </w:tcPr>
          <w:p w:rsidR="006B0D95" w:rsidRPr="004826E2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4826E2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6B0D95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ze współczesnymi tendencjami w pedagogice  przedszkolnej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wybranych koncepcji wychowania przedszkolnego </w:t>
            </w:r>
          </w:p>
        </w:tc>
      </w:tr>
      <w:tr w:rsidR="006B0D95" w:rsidRPr="009C54AE" w:rsidTr="006B0D95">
        <w:tc>
          <w:tcPr>
            <w:tcW w:w="845" w:type="dxa"/>
            <w:vAlign w:val="center"/>
          </w:tcPr>
          <w:p w:rsidR="006B0D95" w:rsidRPr="009C54AE" w:rsidRDefault="004826E2" w:rsidP="00A6389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6B0D95" w:rsidRDefault="006B0D95" w:rsidP="00A6389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podstawami 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t>działalności pedagogicznej przedszkola,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br/>
              <w:t xml:space="preserve"> ze szczególnym uwzględnieniem działań ukierunkowanych na wspomaganie rozwoju i edukacji dzieci w wieku przedszkolnym.</w:t>
            </w:r>
          </w:p>
        </w:tc>
      </w:tr>
      <w:tr w:rsidR="006B0D95" w:rsidRPr="009C54AE" w:rsidTr="006B0D95">
        <w:tc>
          <w:tcPr>
            <w:tcW w:w="845" w:type="dxa"/>
            <w:vAlign w:val="center"/>
          </w:tcPr>
          <w:p w:rsidR="006B0D95" w:rsidRPr="009C54AE" w:rsidRDefault="004826E2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6B0D95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zainteresowań studentów problemami wychowania 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 xml:space="preserve">przedszkolnego, przybliżanie </w:t>
            </w:r>
            <w:r w:rsidR="004826E2" w:rsidRPr="004826E2">
              <w:rPr>
                <w:rFonts w:ascii="Corbel" w:hAnsi="Corbel"/>
                <w:b w:val="0"/>
                <w:sz w:val="24"/>
                <w:szCs w:val="24"/>
              </w:rPr>
              <w:t>wartości zawartych w celach wychowania przedszkolnego.</w:t>
            </w:r>
          </w:p>
        </w:tc>
      </w:tr>
      <w:tr w:rsidR="006B0D95" w:rsidRPr="009C54AE" w:rsidTr="006B0D95">
        <w:tc>
          <w:tcPr>
            <w:tcW w:w="845" w:type="dxa"/>
            <w:vAlign w:val="center"/>
          </w:tcPr>
          <w:p w:rsidR="006B0D95" w:rsidRPr="009C54AE" w:rsidRDefault="004826E2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="006B0D95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do pełnienia funkcji 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>nauczycieli przedszkola-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rozwijanie kompetencji zawodowyc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>h studentów w zakresie</w:t>
            </w:r>
            <w:r w:rsidR="004826E2" w:rsidRPr="00AC461A">
              <w:rPr>
                <w:rFonts w:ascii="Corbel" w:hAnsi="Corbel"/>
                <w:b w:val="0"/>
                <w:sz w:val="24"/>
                <w:szCs w:val="24"/>
              </w:rPr>
              <w:t xml:space="preserve"> kierowania rozwojem dzieci w przedszkolu, </w:t>
            </w:r>
          </w:p>
        </w:tc>
      </w:tr>
      <w:tr w:rsidR="006B0D95" w:rsidRPr="009C54AE" w:rsidTr="006B0D95">
        <w:tc>
          <w:tcPr>
            <w:tcW w:w="845" w:type="dxa"/>
            <w:vAlign w:val="center"/>
          </w:tcPr>
          <w:p w:rsidR="006B0D95" w:rsidRPr="009C54AE" w:rsidRDefault="004826E2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:rsidR="006B0D95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Wdrażanie do samokształcenia i doskonalenia umiejętności pedagogicznych.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3351C9">
        <w:tc>
          <w:tcPr>
            <w:tcW w:w="1679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4D56" w:rsidRPr="008A14F6" w:rsidTr="00A63899">
        <w:tc>
          <w:tcPr>
            <w:tcW w:w="1679" w:type="dxa"/>
          </w:tcPr>
          <w:p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A14F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Student zna i rozumie terminologię używaną w pedagogice przedszkolnej i wczesnoszkolnej, jej źródła, miejsce oraz zastosowanie w obrębie pokrewnych dyscyplin naukowych Określi miejsce pedagogiki przedszkolnej w systemie nauki oraz jej powiązania z innymi dyscyplinami naukowymi.</w:t>
            </w:r>
          </w:p>
        </w:tc>
        <w:tc>
          <w:tcPr>
            <w:tcW w:w="1865" w:type="dxa"/>
            <w:vAlign w:val="center"/>
          </w:tcPr>
          <w:p w:rsidR="00854D56" w:rsidRPr="00A63899" w:rsidRDefault="001D1758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854D56" w:rsidRPr="008A14F6" w:rsidTr="00A63899">
        <w:tc>
          <w:tcPr>
            <w:tcW w:w="1679" w:type="dxa"/>
          </w:tcPr>
          <w:p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Omówi koncepcje dziecka i dzieciństwa (</w:t>
            </w:r>
            <w:proofErr w:type="spellStart"/>
            <w:r w:rsidRPr="008A14F6">
              <w:rPr>
                <w:rFonts w:ascii="Corbel" w:hAnsi="Corbel"/>
                <w:sz w:val="24"/>
                <w:szCs w:val="24"/>
              </w:rPr>
              <w:t>Childhood</w:t>
            </w:r>
            <w:proofErr w:type="spellEnd"/>
            <w:r w:rsidRPr="008A14F6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8A14F6">
              <w:rPr>
                <w:rFonts w:ascii="Corbel" w:hAnsi="Corbel"/>
                <w:sz w:val="24"/>
                <w:szCs w:val="24"/>
              </w:rPr>
              <w:t>Studies</w:t>
            </w:r>
            <w:proofErr w:type="spellEnd"/>
            <w:r w:rsidRPr="008A14F6">
              <w:rPr>
                <w:rFonts w:ascii="Corbel" w:hAnsi="Corbel"/>
                <w:sz w:val="24"/>
                <w:szCs w:val="24"/>
              </w:rPr>
              <w:t>) i ich uwarunkowania kulturowe i społeczne.</w:t>
            </w:r>
          </w:p>
        </w:tc>
        <w:tc>
          <w:tcPr>
            <w:tcW w:w="1865" w:type="dxa"/>
            <w:vAlign w:val="center"/>
          </w:tcPr>
          <w:p w:rsidR="00854D56" w:rsidRPr="00A63899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PPiW.W03</w:t>
            </w:r>
          </w:p>
        </w:tc>
      </w:tr>
      <w:tr w:rsidR="00854D56" w:rsidRPr="008A14F6" w:rsidTr="00A63899">
        <w:tc>
          <w:tcPr>
            <w:tcW w:w="1679" w:type="dxa"/>
          </w:tcPr>
          <w:p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Scharakteryzuje  typy, cele i zasady funkcjonowania instytucji edukacyjnych przeznaczonych dla dzieci w wieku przedszkolnym, cele i zasady współpracy przedszkola z podmiotami zewnętrznymi.</w:t>
            </w:r>
          </w:p>
        </w:tc>
        <w:tc>
          <w:tcPr>
            <w:tcW w:w="1865" w:type="dxa"/>
            <w:vAlign w:val="center"/>
          </w:tcPr>
          <w:p w:rsidR="00854D56" w:rsidRPr="00A63899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PPiW.W05</w:t>
            </w:r>
          </w:p>
        </w:tc>
      </w:tr>
      <w:tr w:rsidR="00854D56" w:rsidRPr="008A14F6" w:rsidTr="00A63899">
        <w:tc>
          <w:tcPr>
            <w:tcW w:w="1679" w:type="dxa"/>
          </w:tcPr>
          <w:p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 xml:space="preserve">Integruje wiedzę teoretyczną z zakresu pedagogiki przedszkolnej, w tym wybrane modele i koncepcje pedagogiczne, w celu dokonania analizy i interpretacji złożonych problemów opiekuńczych, edukacyjnych i wychowawczych. </w:t>
            </w:r>
          </w:p>
        </w:tc>
        <w:tc>
          <w:tcPr>
            <w:tcW w:w="1865" w:type="dxa"/>
            <w:vAlign w:val="center"/>
          </w:tcPr>
          <w:p w:rsidR="00854D56" w:rsidRPr="00A63899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PPiW.U04</w:t>
            </w:r>
          </w:p>
        </w:tc>
      </w:tr>
      <w:tr w:rsidR="00854D56" w:rsidRPr="008A14F6" w:rsidTr="00A63899">
        <w:tc>
          <w:tcPr>
            <w:tcW w:w="1679" w:type="dxa"/>
          </w:tcPr>
          <w:p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Planuje pracę w grupie przedszkolnej oraz wspiera dzieci w wyrażaniu swojej indywidualności w sposób twórczy.</w:t>
            </w:r>
          </w:p>
        </w:tc>
        <w:tc>
          <w:tcPr>
            <w:tcW w:w="1865" w:type="dxa"/>
            <w:vAlign w:val="center"/>
          </w:tcPr>
          <w:p w:rsidR="00854D56" w:rsidRPr="008A14F6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PPiW.U13</w:t>
            </w:r>
          </w:p>
        </w:tc>
      </w:tr>
      <w:tr w:rsidR="00854D56" w:rsidRPr="008A14F6" w:rsidTr="00A63899">
        <w:trPr>
          <w:trHeight w:val="615"/>
        </w:trPr>
        <w:tc>
          <w:tcPr>
            <w:tcW w:w="1679" w:type="dxa"/>
          </w:tcPr>
          <w:p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Scharakteryzuje wybraną koncepcję wychowania przedszkolnego.</w:t>
            </w:r>
          </w:p>
        </w:tc>
        <w:tc>
          <w:tcPr>
            <w:tcW w:w="1865" w:type="dxa"/>
            <w:vAlign w:val="center"/>
          </w:tcPr>
          <w:p w:rsidR="00854D56" w:rsidRPr="008A14F6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854D56" w:rsidRPr="008A14F6" w:rsidTr="00A63899">
        <w:tc>
          <w:tcPr>
            <w:tcW w:w="1679" w:type="dxa"/>
          </w:tcPr>
          <w:p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Wybiera właściwy dla pracy przedszkola sposób postępowania oraz dobiera środki i metody pracy w celu efektywnego wykonania zadań zawodowych na etapie edukacji przedszkolnej.</w:t>
            </w:r>
          </w:p>
        </w:tc>
        <w:tc>
          <w:tcPr>
            <w:tcW w:w="1865" w:type="dxa"/>
            <w:vAlign w:val="center"/>
          </w:tcPr>
          <w:p w:rsidR="00854D56" w:rsidRPr="00A63899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854D56" w:rsidRPr="008A14F6" w:rsidTr="00A63899">
        <w:tc>
          <w:tcPr>
            <w:tcW w:w="1679" w:type="dxa"/>
          </w:tcPr>
          <w:p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6" w:type="dxa"/>
          </w:tcPr>
          <w:p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Potrafi skutecznie porozumiewać się z różnymi odbiorcami, w tym z dziećmi, rodzicami lub opiekunami oraz specjalistami także z wykorzystaniem nowoczesnych rozwiązań technologicznych.</w:t>
            </w:r>
          </w:p>
        </w:tc>
        <w:tc>
          <w:tcPr>
            <w:tcW w:w="1865" w:type="dxa"/>
            <w:vAlign w:val="center"/>
          </w:tcPr>
          <w:p w:rsidR="00854D56" w:rsidRPr="008A14F6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PPiW.U11</w:t>
            </w:r>
          </w:p>
          <w:p w:rsidR="00854D56" w:rsidRPr="008A14F6" w:rsidRDefault="00854D56" w:rsidP="00A638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zCs w:val="24"/>
              </w:rPr>
              <w:t>PPiW.K05</w:t>
            </w:r>
          </w:p>
        </w:tc>
      </w:tr>
    </w:tbl>
    <w:p w:rsidR="0085747A" w:rsidRPr="008A14F6" w:rsidRDefault="0085747A" w:rsidP="008A14F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D6B30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D6B30">
        <w:tc>
          <w:tcPr>
            <w:tcW w:w="9520" w:type="dxa"/>
          </w:tcPr>
          <w:p w:rsidR="00060ED1" w:rsidRDefault="00060ED1" w:rsidP="00060E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przedszkolna jako nauka- subdyscyplina pedagogiki; rozwój pedagogiki </w:t>
            </w:r>
          </w:p>
          <w:p w:rsidR="0085747A" w:rsidRPr="009C54AE" w:rsidRDefault="00060ED1" w:rsidP="00060E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przedszkolnej.</w:t>
            </w:r>
          </w:p>
        </w:tc>
      </w:tr>
      <w:tr w:rsidR="00C50939" w:rsidRPr="009C54AE" w:rsidTr="009D6B30">
        <w:tc>
          <w:tcPr>
            <w:tcW w:w="9520" w:type="dxa"/>
          </w:tcPr>
          <w:p w:rsidR="00C50939" w:rsidRDefault="00C50939" w:rsidP="00C509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Przedstawiciele pedagogiki przedszkolnej</w:t>
            </w:r>
            <w:r w:rsidRPr="0068501E">
              <w:rPr>
                <w:rFonts w:eastAsia="Times New Roman" w:hAnsi="Cambria"/>
                <w:b/>
                <w:bCs/>
                <w:caps/>
                <w:color w:val="000000"/>
                <w:spacing w:val="50"/>
                <w:kern w:val="24"/>
                <w:position w:val="1"/>
                <w:sz w:val="52"/>
                <w:szCs w:val="52"/>
                <w:lang w:eastAsia="pl-PL"/>
              </w:rPr>
              <w:t xml:space="preserve"> </w:t>
            </w:r>
            <w:r w:rsidRPr="002D4E46">
              <w:rPr>
                <w:rFonts w:ascii="Corbel" w:hAnsi="Corbel"/>
                <w:bCs/>
              </w:rPr>
              <w:t xml:space="preserve">Fryderyk Wilhelm </w:t>
            </w:r>
            <w:proofErr w:type="spellStart"/>
            <w:r w:rsidRPr="002D4E46">
              <w:rPr>
                <w:rFonts w:ascii="Corbel" w:hAnsi="Corbel"/>
                <w:bCs/>
              </w:rPr>
              <w:t>Fröbel</w:t>
            </w:r>
            <w:proofErr w:type="spellEnd"/>
            <w:r w:rsidRPr="002D4E46">
              <w:rPr>
                <w:rFonts w:ascii="Corbel" w:hAnsi="Corbel"/>
                <w:bCs/>
              </w:rPr>
              <w:t xml:space="preserve">, </w:t>
            </w:r>
            <w:r w:rsidRPr="002D4E46">
              <w:rPr>
                <w:rFonts w:ascii="Corbel" w:hAnsi="Corbel"/>
                <w:bCs/>
                <w:sz w:val="24"/>
                <w:szCs w:val="24"/>
              </w:rPr>
              <w:t xml:space="preserve">Maria Montessori, Owidiusz </w:t>
            </w:r>
            <w:proofErr w:type="spellStart"/>
            <w:r w:rsidRPr="002D4E46">
              <w:rPr>
                <w:rFonts w:ascii="Corbel" w:hAnsi="Corbel"/>
                <w:bCs/>
                <w:sz w:val="24"/>
                <w:szCs w:val="24"/>
              </w:rPr>
              <w:t>Decroli</w:t>
            </w:r>
            <w:proofErr w:type="spellEnd"/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  <w:r w:rsidRPr="002D4E46">
              <w:rPr>
                <w:rFonts w:ascii="Corbel" w:hAnsi="Corbel"/>
                <w:bCs/>
                <w:sz w:val="24"/>
                <w:szCs w:val="24"/>
              </w:rPr>
              <w:t xml:space="preserve"> Przedstawiciele polskiej pedagogiki przedszkolnej</w:t>
            </w:r>
          </w:p>
        </w:tc>
      </w:tr>
      <w:tr w:rsidR="0085747A" w:rsidRPr="009C54AE" w:rsidTr="009D6B30">
        <w:tc>
          <w:tcPr>
            <w:tcW w:w="9520" w:type="dxa"/>
          </w:tcPr>
          <w:p w:rsidR="0085747A" w:rsidRPr="009C54AE" w:rsidRDefault="00060ED1" w:rsidP="00C50939">
            <w:pPr>
              <w:pStyle w:val="Akapitzlist"/>
              <w:spacing w:after="0" w:line="240" w:lineRule="auto"/>
              <w:ind w:left="-83" w:firstLine="83"/>
              <w:rPr>
                <w:rFonts w:ascii="Corbel" w:hAnsi="Corbel"/>
                <w:sz w:val="24"/>
                <w:szCs w:val="24"/>
              </w:rPr>
            </w:pPr>
            <w:r w:rsidRPr="00793A92">
              <w:rPr>
                <w:rFonts w:ascii="Corbel" w:hAnsi="Corbel"/>
                <w:sz w:val="24"/>
                <w:szCs w:val="24"/>
              </w:rPr>
              <w:t xml:space="preserve">Historyczno- epistemologiczne podstawy pedagogiki przedszkolnej . </w:t>
            </w:r>
            <w:r w:rsidRPr="00793A92">
              <w:rPr>
                <w:rFonts w:ascii="Corbel" w:hAnsi="Corbel"/>
                <w:sz w:val="24"/>
                <w:szCs w:val="24"/>
              </w:rPr>
              <w:br/>
              <w:t xml:space="preserve">   Rola Nowego Wychowania w kreowaniu pedagogiki przedszkolnej jako nauki o edukacyjnym   </w:t>
            </w:r>
            <w:r w:rsidRPr="00793A92">
              <w:rPr>
                <w:rFonts w:ascii="Corbel" w:hAnsi="Corbel"/>
                <w:sz w:val="24"/>
                <w:szCs w:val="24"/>
              </w:rPr>
              <w:br/>
              <w:t xml:space="preserve">  zagospodarowaniu dzieciństwa.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Współczesne tendencje i kierunki </w:t>
            </w:r>
            <w:r w:rsidRPr="00793A92">
              <w:rPr>
                <w:rFonts w:ascii="Corbel" w:hAnsi="Corbel"/>
                <w:sz w:val="24"/>
                <w:szCs w:val="24"/>
              </w:rPr>
              <w:t>w pedagogice przedszkolnej.    Społeczno- prawne podstawy funkcjonowania przedszkola- jako instytucji edukacyjnej.</w:t>
            </w:r>
          </w:p>
        </w:tc>
      </w:tr>
      <w:tr w:rsidR="009B0473" w:rsidRPr="009C54AE" w:rsidTr="009D6B30">
        <w:tc>
          <w:tcPr>
            <w:tcW w:w="9520" w:type="dxa"/>
          </w:tcPr>
          <w:p w:rsidR="009B0473" w:rsidRDefault="009B0473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Innowacyjne koncepcje wychowania przedszkolnego i ich realizacja w Polsce 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3A92">
              <w:rPr>
                <w:rFonts w:ascii="Corbel" w:hAnsi="Corbel"/>
                <w:sz w:val="24"/>
                <w:szCs w:val="24"/>
              </w:rPr>
              <w:t xml:space="preserve"> Cele edukacji przedszkolnej. Źródła wywodu celów edukacji dzieci. Funkcje współczesnego  </w:t>
            </w:r>
            <w:r w:rsidRPr="00793A92">
              <w:rPr>
                <w:rFonts w:ascii="Corbel" w:hAnsi="Corbel"/>
                <w:sz w:val="24"/>
                <w:szCs w:val="24"/>
              </w:rPr>
              <w:br/>
              <w:t xml:space="preserve">  przedszkola.</w:t>
            </w:r>
          </w:p>
        </w:tc>
      </w:tr>
      <w:tr w:rsidR="00C50939" w:rsidRPr="009C54AE" w:rsidTr="009D6B30">
        <w:tc>
          <w:tcPr>
            <w:tcW w:w="9520" w:type="dxa"/>
          </w:tcPr>
          <w:p w:rsidR="00C50939" w:rsidRPr="00793A92" w:rsidRDefault="00C50939" w:rsidP="009B04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Oddziaływania wychowawcze</w:t>
            </w:r>
            <w:r w:rsidR="009B0473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</w:rPr>
              <w:t xml:space="preserve">style wychowania w praktyce </w:t>
            </w:r>
            <w:r w:rsidR="009B0473">
              <w:rPr>
                <w:rFonts w:ascii="Times New Roman" w:eastAsia="Times New Roman" w:hAnsi="Times New Roman"/>
                <w:sz w:val="24"/>
              </w:rPr>
              <w:t>przedszkolnej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6B30">
              <w:rPr>
                <w:rFonts w:ascii="Corbel" w:hAnsi="Corbel"/>
                <w:sz w:val="24"/>
                <w:szCs w:val="24"/>
              </w:rPr>
              <w:t xml:space="preserve">Zabawa dziecka, motywacje zabawowe w świetle teorii zabaw, rola zabawy w procesie   </w:t>
            </w:r>
            <w:r w:rsidRPr="009D6B30">
              <w:rPr>
                <w:rFonts w:ascii="Corbel" w:hAnsi="Corbel"/>
                <w:sz w:val="24"/>
                <w:szCs w:val="24"/>
              </w:rPr>
              <w:br/>
              <w:t xml:space="preserve">  uczenia się dzieci w przedszkolu.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B04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w wychowaniu przedszkolnym –</w:t>
            </w:r>
            <w:r w:rsidR="009B0473">
              <w:rPr>
                <w:rFonts w:ascii="Corbel" w:hAnsi="Corbel"/>
                <w:sz w:val="24"/>
                <w:szCs w:val="24"/>
              </w:rPr>
              <w:t>rodzaje planowania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3A92">
              <w:rPr>
                <w:rFonts w:ascii="Corbel" w:hAnsi="Corbel"/>
                <w:b w:val="0"/>
                <w:smallCaps w:val="0"/>
                <w:szCs w:val="24"/>
              </w:rPr>
              <w:t xml:space="preserve"> Dojrzał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ość</w:t>
            </w:r>
            <w:r w:rsidR="00C50939">
              <w:rPr>
                <w:rFonts w:ascii="Corbel" w:hAnsi="Corbel"/>
                <w:b w:val="0"/>
                <w:smallCaps w:val="0"/>
                <w:szCs w:val="24"/>
              </w:rPr>
              <w:t>/ gotowo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ść szkolna i jej uwarunkowania.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3A92">
              <w:rPr>
                <w:rFonts w:ascii="Corbel" w:hAnsi="Corbel"/>
                <w:b w:val="0"/>
                <w:smallCaps w:val="0"/>
                <w:szCs w:val="24"/>
              </w:rPr>
              <w:t>Nauczycielka przedszkola- jej rol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 w rozwoju dziecka w świetle deon</w:t>
            </w:r>
            <w:r w:rsidRPr="00793A92">
              <w:rPr>
                <w:rFonts w:ascii="Corbel" w:hAnsi="Corbel"/>
                <w:b w:val="0"/>
                <w:smallCaps w:val="0"/>
                <w:szCs w:val="24"/>
              </w:rPr>
              <w:t>tologii nauczycielskiej.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B0473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C527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Dzieciństwo i dziecko jako główne pojęcia pedagogiki przedszkolnej. Tezy d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t xml:space="preserve">otyczące 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szczególności dzieciństwa.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Prawne i organizacyjne podstawy  funkcjonowania współczesnego przedszkola.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Podstawy funkcjonowania alternatywnych form wychowania przedszkolnego . 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Biopsychiczne pod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stawy wychowania przedszkolnego. R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ozwój fizyczny i motoryczny,  </w:t>
            </w:r>
          </w:p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psychiczny, poznawczy, emocjonalno- społeczny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dziecka w wieku przedszkolnym.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Uwarunkowania procesu adaptacji dziecka do warunków przedszkola: zachowania dzieci 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wykazujących trudności w adaptacji,  przygotowanie dzieci 3-letnich do podjęcia edukacji 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przedszkolnej, program wstępnej adaptacji.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Organizacja środowiska przedszkolnego: struktura  i funk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t xml:space="preserve">cjonowanie dziecka w grupie 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wiekowej, zagospodarowanie sali,   organizacja dnia pobytu dziecka w przedszkolu.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Kierowanie rozwojem dziecka,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proces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wychowania w przedszkolu.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Cele wychowania przedszkolnego, funkcje przedszkola.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Podstawowe metody, zasady pracy pedagogicz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nej i formy organizacyjne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Integracja  elementów procesu edukacji w przedszkolu.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Podstawa Programowa Wychowania Przedszkolnego – istota programu edukacyjnego jako  </w:t>
            </w:r>
          </w:p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planu rozwoju dzieci w przedszkolu.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Zabawa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jako forma uczenia się dziecka, rodzaje i cechy zabawy.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Trudności dzieci przedszkolnych w procesie uczenia się, praca diagnostyczna i terapeutyczna.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Rola nauczycielki przedszkola w budowaniu warunków do rozwoju dziecka.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Udział przedszkola w budowaniu gotowości szkolnej.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Współpraca przedszkola z rodzicami i środowiskiem społecznym. 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Obserwacja dziecka w warunkach przedszkola.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4D56" w:rsidRPr="009C54AE" w:rsidRDefault="00854D56" w:rsidP="00854D5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problemowy, wykład z prezentacją multimedialną, analiza tekstów z dyskusją, metoda gier dydaktycznych,   praca w grupach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52732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4919E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4919E8" w:rsidTr="00A63899">
        <w:tc>
          <w:tcPr>
            <w:tcW w:w="1962" w:type="dxa"/>
          </w:tcPr>
          <w:p w:rsidR="0085747A" w:rsidRPr="004919E8" w:rsidRDefault="00854D56" w:rsidP="00854D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85747A"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</w:tcPr>
          <w:p w:rsidR="0085747A" w:rsidRPr="004919E8" w:rsidRDefault="005C31AB" w:rsidP="004919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4A5501"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</w:p>
        </w:tc>
        <w:tc>
          <w:tcPr>
            <w:tcW w:w="2117" w:type="dxa"/>
            <w:vAlign w:val="center"/>
          </w:tcPr>
          <w:p w:rsidR="0085747A" w:rsidRPr="004919E8" w:rsidRDefault="004A5501" w:rsidP="00A638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85747A" w:rsidRPr="009C54AE" w:rsidTr="00A63899">
        <w:tc>
          <w:tcPr>
            <w:tcW w:w="1962" w:type="dxa"/>
          </w:tcPr>
          <w:p w:rsidR="0085747A" w:rsidRPr="009C54AE" w:rsidRDefault="0085747A" w:rsidP="00854D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424738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kolokwium, egzamin</w:t>
            </w:r>
          </w:p>
        </w:tc>
        <w:tc>
          <w:tcPr>
            <w:tcW w:w="2117" w:type="dxa"/>
            <w:vAlign w:val="center"/>
          </w:tcPr>
          <w:p w:rsidR="0085747A" w:rsidRPr="00424738" w:rsidRDefault="004A5501" w:rsidP="00A638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5C31AB" w:rsidRPr="009C54AE" w:rsidTr="00A63899">
        <w:tc>
          <w:tcPr>
            <w:tcW w:w="1962" w:type="dxa"/>
          </w:tcPr>
          <w:p w:rsidR="005C31AB" w:rsidRPr="009C54AE" w:rsidRDefault="005C31AB" w:rsidP="00854D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:rsidR="005C31AB" w:rsidRPr="00424738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obserwacja na zajęciach, kolokwium.</w:t>
            </w:r>
          </w:p>
        </w:tc>
        <w:tc>
          <w:tcPr>
            <w:tcW w:w="2117" w:type="dxa"/>
            <w:vAlign w:val="center"/>
          </w:tcPr>
          <w:p w:rsidR="005C31AB" w:rsidRPr="00424738" w:rsidRDefault="004A5501" w:rsidP="00A638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C31AB" w:rsidRPr="009C54AE" w:rsidTr="00A63899">
        <w:tc>
          <w:tcPr>
            <w:tcW w:w="1962" w:type="dxa"/>
          </w:tcPr>
          <w:p w:rsidR="005C31AB" w:rsidRPr="009C54AE" w:rsidRDefault="005C31AB" w:rsidP="00854D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5C31AB" w:rsidRPr="00424738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obserwacja na zajęciach, kolokwium.</w:t>
            </w:r>
          </w:p>
        </w:tc>
        <w:tc>
          <w:tcPr>
            <w:tcW w:w="2117" w:type="dxa"/>
            <w:vAlign w:val="center"/>
          </w:tcPr>
          <w:p w:rsidR="005C31AB" w:rsidRPr="00424738" w:rsidRDefault="004A5501" w:rsidP="00A638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52732" w:rsidRPr="004A5501" w:rsidTr="00A63899">
        <w:tc>
          <w:tcPr>
            <w:tcW w:w="1962" w:type="dxa"/>
          </w:tcPr>
          <w:p w:rsidR="00C52732" w:rsidRPr="009C54AE" w:rsidRDefault="00C52732" w:rsidP="00854D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</w:tcPr>
          <w:p w:rsidR="00C52732" w:rsidRPr="00424738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obserwacja na zajęciach, egzamin</w:t>
            </w:r>
          </w:p>
        </w:tc>
        <w:tc>
          <w:tcPr>
            <w:tcW w:w="2117" w:type="dxa"/>
            <w:vAlign w:val="center"/>
          </w:tcPr>
          <w:p w:rsidR="00C52732" w:rsidRPr="00424738" w:rsidRDefault="004A5501" w:rsidP="00A638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C52732" w:rsidRPr="009C54AE" w:rsidTr="00A63899">
        <w:tc>
          <w:tcPr>
            <w:tcW w:w="1962" w:type="dxa"/>
          </w:tcPr>
          <w:p w:rsidR="00C52732" w:rsidRPr="009C54AE" w:rsidRDefault="00C52732" w:rsidP="00854D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:rsidR="00C52732" w:rsidRPr="00424738" w:rsidRDefault="004A5501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obserwacja na zajęciach, egzamin</w:t>
            </w:r>
          </w:p>
        </w:tc>
        <w:tc>
          <w:tcPr>
            <w:tcW w:w="2117" w:type="dxa"/>
            <w:vAlign w:val="center"/>
          </w:tcPr>
          <w:p w:rsidR="00C52732" w:rsidRPr="00424738" w:rsidRDefault="004A5501" w:rsidP="00A638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C52732" w:rsidRPr="009C54AE" w:rsidTr="00A63899">
        <w:tc>
          <w:tcPr>
            <w:tcW w:w="1962" w:type="dxa"/>
          </w:tcPr>
          <w:p w:rsidR="00C52732" w:rsidRPr="009C54AE" w:rsidRDefault="00C52732" w:rsidP="00854D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441" w:type="dxa"/>
          </w:tcPr>
          <w:p w:rsidR="00C52732" w:rsidRPr="00424738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  <w:vAlign w:val="center"/>
          </w:tcPr>
          <w:p w:rsidR="00C52732" w:rsidRPr="00424738" w:rsidRDefault="004A5501" w:rsidP="00A638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52732" w:rsidRPr="009C54AE" w:rsidTr="00A63899">
        <w:tc>
          <w:tcPr>
            <w:tcW w:w="1962" w:type="dxa"/>
          </w:tcPr>
          <w:p w:rsidR="00C52732" w:rsidRPr="009C54AE" w:rsidRDefault="00C52732" w:rsidP="00854D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:rsidR="00C52732" w:rsidRPr="00424738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  <w:vAlign w:val="center"/>
          </w:tcPr>
          <w:p w:rsidR="00C52732" w:rsidRPr="00424738" w:rsidRDefault="004A5501" w:rsidP="00A638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919E8" w:rsidRDefault="003E1941" w:rsidP="004919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 xml:space="preserve">Warunki </w:t>
      </w:r>
      <w:r w:rsidR="0085747A" w:rsidRPr="004919E8">
        <w:rPr>
          <w:rFonts w:ascii="Corbel" w:hAnsi="Corbel"/>
          <w:smallCaps w:val="0"/>
          <w:szCs w:val="24"/>
        </w:rPr>
        <w:t>zaliczenia przedmiotu (kryteria oceniania)</w:t>
      </w:r>
      <w:r w:rsidR="00923D7D" w:rsidRPr="004919E8">
        <w:rPr>
          <w:rFonts w:ascii="Corbel" w:hAnsi="Corbel"/>
          <w:b w:val="0"/>
          <w:smallCaps w:val="0"/>
          <w:szCs w:val="24"/>
        </w:rPr>
        <w:t xml:space="preserve"> </w:t>
      </w:r>
    </w:p>
    <w:p w:rsidR="00923D7D" w:rsidRPr="004919E8" w:rsidRDefault="00923D7D" w:rsidP="004919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919E8" w:rsidTr="00923D7D">
        <w:tc>
          <w:tcPr>
            <w:tcW w:w="9670" w:type="dxa"/>
          </w:tcPr>
          <w:p w:rsidR="003C7C6E" w:rsidRPr="004919E8" w:rsidRDefault="003C7C6E" w:rsidP="003C7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szCs w:val="24"/>
              </w:rPr>
              <w:t xml:space="preserve">Punktowana aktywność w trakcie ćwiczeń, zaliczenie kolokwium </w:t>
            </w:r>
            <w:r w:rsidR="005C31AB" w:rsidRPr="004919E8">
              <w:rPr>
                <w:rFonts w:ascii="Corbel" w:hAnsi="Corbel"/>
                <w:b w:val="0"/>
                <w:smallCaps w:val="0"/>
                <w:szCs w:val="24"/>
              </w:rPr>
              <w:t>(po</w:t>
            </w:r>
            <w:r w:rsidR="00EB3B87">
              <w:rPr>
                <w:rFonts w:ascii="Corbel" w:hAnsi="Corbel"/>
                <w:b w:val="0"/>
                <w:smallCaps w:val="0"/>
                <w:szCs w:val="24"/>
              </w:rPr>
              <w:t xml:space="preserve"> pierwszym</w:t>
            </w:r>
            <w:r w:rsidR="005C31AB" w:rsidRPr="004919E8">
              <w:rPr>
                <w:rFonts w:ascii="Corbel" w:hAnsi="Corbel"/>
                <w:b w:val="0"/>
                <w:smallCaps w:val="0"/>
                <w:szCs w:val="24"/>
              </w:rPr>
              <w:t xml:space="preserve"> semestrze zajęć)</w:t>
            </w:r>
            <w:r w:rsidRPr="004919E8">
              <w:rPr>
                <w:rFonts w:ascii="Corbel" w:hAnsi="Corbel"/>
                <w:b w:val="0"/>
                <w:smallCaps w:val="0"/>
                <w:szCs w:val="24"/>
              </w:rPr>
              <w:t>-min. 51% punktów ocena dostateczna.</w:t>
            </w:r>
          </w:p>
          <w:p w:rsidR="0085747A" w:rsidRPr="009C54AE" w:rsidRDefault="003C7C6E" w:rsidP="00424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szCs w:val="24"/>
              </w:rPr>
              <w:t xml:space="preserve">Zaliczenie egzaminu </w:t>
            </w:r>
            <w:r w:rsidR="005C31AB" w:rsidRPr="004919E8">
              <w:rPr>
                <w:rFonts w:ascii="Corbel" w:hAnsi="Corbel"/>
                <w:b w:val="0"/>
                <w:smallCaps w:val="0"/>
                <w:szCs w:val="24"/>
              </w:rPr>
              <w:t>pisemnego</w:t>
            </w:r>
            <w:r w:rsidRPr="004919E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A15DA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806D7F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806D7F" w:rsidRDefault="00C61DC5" w:rsidP="005C31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zajęć,</w:t>
            </w:r>
            <w:r w:rsidR="005C31AB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</w:t>
            </w:r>
          </w:p>
          <w:p w:rsidR="00C61DC5" w:rsidRPr="009C54AE" w:rsidRDefault="00806D7F" w:rsidP="005C31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praca w grupach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C61DC5" w:rsidRPr="009C54AE" w:rsidRDefault="00AA15DA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91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A5501" w:rsidP="00AA1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A15DA">
              <w:rPr>
                <w:rFonts w:ascii="Corbel" w:hAnsi="Corbel"/>
                <w:sz w:val="24"/>
                <w:szCs w:val="24"/>
              </w:rPr>
              <w:t>3</w:t>
            </w:r>
            <w:r w:rsidR="00806D7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C31AB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4247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4247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A5501" w:rsidRPr="009C54AE" w:rsidTr="0071620A">
        <w:trPr>
          <w:trHeight w:val="397"/>
        </w:trPr>
        <w:tc>
          <w:tcPr>
            <w:tcW w:w="7513" w:type="dxa"/>
          </w:tcPr>
          <w:p w:rsidR="004A5501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E2096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Adamowicz M, Olczak A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: Pedagogika przedszkolna. Oblicza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i  poszukiwania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Toruń 2014;</w:t>
            </w:r>
          </w:p>
          <w:p w:rsidR="00CE2096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Gruszczyk- Kolczyńska E, Zielińska E: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Nauczycielska diagnoza gotowości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do podjęcia nauki szkolnej.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Kraków 2011</w:t>
            </w:r>
          </w:p>
          <w:p w:rsidR="004A5501" w:rsidRPr="005F4CA7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Karbowniczek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J, Kwaśniewska M, Surma B: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Podstawy pedagogiki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przedszkolnej z metodyką.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Kraków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Karwowska –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Struczyk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 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Sobierańska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Szpotowicz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 </w:t>
            </w:r>
          </w:p>
          <w:p w:rsidR="00CE2096" w:rsidRDefault="004A5501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przedszkolna i wczesnoszkolna, badania , opinie, inspiracje.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Warszwa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2011</w:t>
            </w:r>
          </w:p>
          <w:p w:rsidR="004A5501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Kataryńczuk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Mania L, Adamowicz M, Olczak A: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 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przedszkolna szansą na świadome budowanie potencjału dziecka.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Toruń 2017;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t xml:space="preserve"> Klim-Klimaszewska A: Witamy w przedszkolu. Warszawa 2011.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br/>
              <w:t>Klim- Klimaszewska A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: Trzylatek w przedszkolu. Gotowość dziecka trzy   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letniego do podjęcia edukacji przedszkolnej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t>. Warszawa 2010.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br/>
            </w:r>
            <w:proofErr w:type="spellStart"/>
            <w:r w:rsidR="004A5501">
              <w:rPr>
                <w:rFonts w:ascii="Corbel" w:hAnsi="Corbel"/>
                <w:b w:val="0"/>
                <w:smallCaps w:val="0"/>
                <w:szCs w:val="24"/>
              </w:rPr>
              <w:t>Kehily</w:t>
            </w:r>
            <w:proofErr w:type="spellEnd"/>
            <w:r w:rsidR="004A550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4A5501">
              <w:rPr>
                <w:rFonts w:ascii="Corbel" w:hAnsi="Corbel"/>
                <w:b w:val="0"/>
                <w:smallCaps w:val="0"/>
                <w:szCs w:val="24"/>
              </w:rPr>
              <w:t>M.J</w:t>
            </w:r>
            <w:proofErr w:type="spellEnd"/>
            <w:r w:rsidR="004A5501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>Wprowadzenie do badań nad dzieciństwem</w:t>
            </w:r>
            <w:r w:rsidR="00A63899">
              <w:rPr>
                <w:rFonts w:ascii="Corbel" w:hAnsi="Corbel"/>
                <w:b w:val="0"/>
                <w:smallCaps w:val="0"/>
                <w:szCs w:val="24"/>
              </w:rPr>
              <w:t>. Kraków 2008.</w:t>
            </w:r>
          </w:p>
          <w:p w:rsidR="005404C5" w:rsidRPr="009C54AE" w:rsidRDefault="005404C5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404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Edukacja małego dziecka. Wybrane obszary, t.6 red. E. </w:t>
            </w:r>
            <w:proofErr w:type="spellStart"/>
            <w:r w:rsidRPr="005404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Ogrodzień</w:t>
            </w:r>
            <w:proofErr w:type="spellEnd"/>
            <w:r w:rsidRPr="005404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-Mazur, U. Szuścik, A. </w:t>
            </w:r>
            <w:proofErr w:type="spellStart"/>
            <w:r w:rsidRPr="005404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Wąsiński</w:t>
            </w:r>
            <w:proofErr w:type="spellEnd"/>
            <w:r w:rsidRPr="005404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2013</w:t>
            </w:r>
          </w:p>
        </w:tc>
      </w:tr>
      <w:tr w:rsidR="004A5501" w:rsidRPr="009C54AE" w:rsidTr="0071620A">
        <w:trPr>
          <w:trHeight w:val="397"/>
        </w:trPr>
        <w:tc>
          <w:tcPr>
            <w:tcW w:w="7513" w:type="dxa"/>
          </w:tcPr>
          <w:p w:rsidR="004A5501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CE2096" w:rsidRDefault="00CE2096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Czasopisma 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>Wychowanie w przedszkolu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                            Bliżej przedszkola</w:t>
            </w:r>
            <w:r w:rsidR="00F64842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Gruszczyk- Kolczyńska E (red):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Starsze przedszkolaki. Jak skutecznie je 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wychowywać i kształcić w przedszkolu i w dom</w:t>
            </w:r>
            <w:r w:rsidR="00F64842">
              <w:rPr>
                <w:rFonts w:ascii="Corbel" w:hAnsi="Corbel"/>
                <w:b w:val="0"/>
                <w:smallCaps w:val="0"/>
                <w:szCs w:val="24"/>
              </w:rPr>
              <w:t>u, Kraków 2014;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Parczewska T(red):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Psychopedagogiczne aspekty rozwoju i edukacji  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małego dziecka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Lublin 2010.</w:t>
            </w:r>
          </w:p>
          <w:p w:rsidR="00CE2096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Waloszek D: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przedszkolna.  Metamorfoza statusu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i przedmiotu badań</w:t>
            </w:r>
            <w:r w:rsidR="00A63899">
              <w:rPr>
                <w:rFonts w:ascii="Corbel" w:hAnsi="Corbel"/>
                <w:b w:val="0"/>
                <w:smallCaps w:val="0"/>
                <w:szCs w:val="24"/>
              </w:rPr>
              <w:t>, Kraków 2006.</w:t>
            </w:r>
          </w:p>
          <w:p w:rsidR="005404C5" w:rsidRPr="009C54AE" w:rsidRDefault="005404C5" w:rsidP="00CE209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5404C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Kujawińska Z. Baw się z nami litrami. Zabawy ułatwiające naukę czytania, Kraków 2020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5C42" w:rsidRDefault="000E5C42" w:rsidP="00C16ABF">
      <w:pPr>
        <w:spacing w:after="0" w:line="240" w:lineRule="auto"/>
      </w:pPr>
      <w:r>
        <w:separator/>
      </w:r>
    </w:p>
  </w:endnote>
  <w:endnote w:type="continuationSeparator" w:id="0">
    <w:p w:rsidR="000E5C42" w:rsidRDefault="000E5C4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5C42" w:rsidRDefault="000E5C42" w:rsidP="00C16ABF">
      <w:pPr>
        <w:spacing w:after="0" w:line="240" w:lineRule="auto"/>
      </w:pPr>
      <w:r>
        <w:separator/>
      </w:r>
    </w:p>
  </w:footnote>
  <w:footnote w:type="continuationSeparator" w:id="0">
    <w:p w:rsidR="000E5C42" w:rsidRDefault="000E5C42" w:rsidP="00C16ABF">
      <w:pPr>
        <w:spacing w:after="0" w:line="240" w:lineRule="auto"/>
      </w:pPr>
      <w:r>
        <w:continuationSeparator/>
      </w:r>
    </w:p>
  </w:footnote>
  <w:footnote w:id="1">
    <w:p w:rsidR="00EB3B87" w:rsidRDefault="00EB3B8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4F28DD"/>
    <w:multiLevelType w:val="hybridMultilevel"/>
    <w:tmpl w:val="7E1A2C0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ED1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5C42"/>
    <w:rsid w:val="000F1C57"/>
    <w:rsid w:val="000F5615"/>
    <w:rsid w:val="00124BFF"/>
    <w:rsid w:val="0012560E"/>
    <w:rsid w:val="00127108"/>
    <w:rsid w:val="00134B13"/>
    <w:rsid w:val="0014261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387"/>
    <w:rsid w:val="00192F37"/>
    <w:rsid w:val="001A70D2"/>
    <w:rsid w:val="001D1758"/>
    <w:rsid w:val="001D657B"/>
    <w:rsid w:val="001D7B54"/>
    <w:rsid w:val="001E0209"/>
    <w:rsid w:val="001F2CA2"/>
    <w:rsid w:val="002144C0"/>
    <w:rsid w:val="00215DE5"/>
    <w:rsid w:val="0022477D"/>
    <w:rsid w:val="002268D7"/>
    <w:rsid w:val="002278A9"/>
    <w:rsid w:val="002336F9"/>
    <w:rsid w:val="0024028F"/>
    <w:rsid w:val="00244ABC"/>
    <w:rsid w:val="00276F38"/>
    <w:rsid w:val="00281FF2"/>
    <w:rsid w:val="002857DE"/>
    <w:rsid w:val="0028639A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1C9"/>
    <w:rsid w:val="00346FE9"/>
    <w:rsid w:val="0034759A"/>
    <w:rsid w:val="003503F6"/>
    <w:rsid w:val="003530DD"/>
    <w:rsid w:val="00363F78"/>
    <w:rsid w:val="003A0A5B"/>
    <w:rsid w:val="003A1176"/>
    <w:rsid w:val="003C0BAE"/>
    <w:rsid w:val="003C7C6E"/>
    <w:rsid w:val="003D18A9"/>
    <w:rsid w:val="003D6CE2"/>
    <w:rsid w:val="003E1941"/>
    <w:rsid w:val="003E2FE6"/>
    <w:rsid w:val="003E49D5"/>
    <w:rsid w:val="003F38C0"/>
    <w:rsid w:val="00414E3C"/>
    <w:rsid w:val="004166C7"/>
    <w:rsid w:val="0042244A"/>
    <w:rsid w:val="00424738"/>
    <w:rsid w:val="00425A09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26E2"/>
    <w:rsid w:val="004840FD"/>
    <w:rsid w:val="00490F7D"/>
    <w:rsid w:val="00491678"/>
    <w:rsid w:val="004919E8"/>
    <w:rsid w:val="004968E2"/>
    <w:rsid w:val="004A3EEA"/>
    <w:rsid w:val="004A4D1F"/>
    <w:rsid w:val="004A5501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04C5"/>
    <w:rsid w:val="00543ACC"/>
    <w:rsid w:val="0056696D"/>
    <w:rsid w:val="00570F54"/>
    <w:rsid w:val="00573EF9"/>
    <w:rsid w:val="0059484D"/>
    <w:rsid w:val="005A0855"/>
    <w:rsid w:val="005A3196"/>
    <w:rsid w:val="005C080F"/>
    <w:rsid w:val="005C26FE"/>
    <w:rsid w:val="005C31AB"/>
    <w:rsid w:val="005C55E5"/>
    <w:rsid w:val="005C696A"/>
    <w:rsid w:val="005E6E85"/>
    <w:rsid w:val="005F31D2"/>
    <w:rsid w:val="005F4CA7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26B"/>
    <w:rsid w:val="00696477"/>
    <w:rsid w:val="006B0D9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309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6D7F"/>
    <w:rsid w:val="0081554D"/>
    <w:rsid w:val="0081707E"/>
    <w:rsid w:val="008449B3"/>
    <w:rsid w:val="00854D56"/>
    <w:rsid w:val="0085747A"/>
    <w:rsid w:val="00872860"/>
    <w:rsid w:val="00877E14"/>
    <w:rsid w:val="00884922"/>
    <w:rsid w:val="00885F64"/>
    <w:rsid w:val="00887A85"/>
    <w:rsid w:val="008917F9"/>
    <w:rsid w:val="008A14F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AB5"/>
    <w:rsid w:val="00994CA4"/>
    <w:rsid w:val="0099736C"/>
    <w:rsid w:val="00997F14"/>
    <w:rsid w:val="009A78D9"/>
    <w:rsid w:val="009B0473"/>
    <w:rsid w:val="009C1331"/>
    <w:rsid w:val="009C3E31"/>
    <w:rsid w:val="009C54AE"/>
    <w:rsid w:val="009C788E"/>
    <w:rsid w:val="009D6B30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899"/>
    <w:rsid w:val="00A72A14"/>
    <w:rsid w:val="00A84C85"/>
    <w:rsid w:val="00A97DE1"/>
    <w:rsid w:val="00AA15D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465"/>
    <w:rsid w:val="00B3130B"/>
    <w:rsid w:val="00B34F8C"/>
    <w:rsid w:val="00B40ADB"/>
    <w:rsid w:val="00B43B77"/>
    <w:rsid w:val="00B43E80"/>
    <w:rsid w:val="00B607DB"/>
    <w:rsid w:val="00B66529"/>
    <w:rsid w:val="00B708A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779"/>
    <w:rsid w:val="00C50939"/>
    <w:rsid w:val="00C52732"/>
    <w:rsid w:val="00C56036"/>
    <w:rsid w:val="00C61DC5"/>
    <w:rsid w:val="00C67E92"/>
    <w:rsid w:val="00C70A26"/>
    <w:rsid w:val="00C766DF"/>
    <w:rsid w:val="00C94B98"/>
    <w:rsid w:val="00CA2B96"/>
    <w:rsid w:val="00CA5089"/>
    <w:rsid w:val="00CA72C4"/>
    <w:rsid w:val="00CB42CB"/>
    <w:rsid w:val="00CC069B"/>
    <w:rsid w:val="00CD6897"/>
    <w:rsid w:val="00CE2096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4832"/>
    <w:rsid w:val="00D74119"/>
    <w:rsid w:val="00D8075B"/>
    <w:rsid w:val="00D8678B"/>
    <w:rsid w:val="00DA2114"/>
    <w:rsid w:val="00DE09C0"/>
    <w:rsid w:val="00DE13B6"/>
    <w:rsid w:val="00DE3FB5"/>
    <w:rsid w:val="00DE4A14"/>
    <w:rsid w:val="00DF320D"/>
    <w:rsid w:val="00DF71C8"/>
    <w:rsid w:val="00E02095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2E4B"/>
    <w:rsid w:val="00E960BB"/>
    <w:rsid w:val="00EA2074"/>
    <w:rsid w:val="00EA4832"/>
    <w:rsid w:val="00EA4E9D"/>
    <w:rsid w:val="00EA6C99"/>
    <w:rsid w:val="00EB3B87"/>
    <w:rsid w:val="00EC4899"/>
    <w:rsid w:val="00EC7B83"/>
    <w:rsid w:val="00ED03AB"/>
    <w:rsid w:val="00ED288F"/>
    <w:rsid w:val="00ED32D2"/>
    <w:rsid w:val="00ED3FAB"/>
    <w:rsid w:val="00EE32DE"/>
    <w:rsid w:val="00EE5457"/>
    <w:rsid w:val="00EE7199"/>
    <w:rsid w:val="00EF415F"/>
    <w:rsid w:val="00F070AB"/>
    <w:rsid w:val="00F17567"/>
    <w:rsid w:val="00F27A7B"/>
    <w:rsid w:val="00F310A4"/>
    <w:rsid w:val="00F526AF"/>
    <w:rsid w:val="00F617C3"/>
    <w:rsid w:val="00F64842"/>
    <w:rsid w:val="00F7066B"/>
    <w:rsid w:val="00F71BDE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5C186"/>
  <w15:docId w15:val="{63739FAC-6CA1-40AA-843C-88EAE0D56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570F54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70F54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5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5F5C8-C0AE-4683-B0BB-13E9C21B7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1</Pages>
  <Words>1438</Words>
  <Characters>8632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21</cp:revision>
  <cp:lastPrinted>2019-02-06T12:12:00Z</cp:lastPrinted>
  <dcterms:created xsi:type="dcterms:W3CDTF">2019-10-28T19:43:00Z</dcterms:created>
  <dcterms:modified xsi:type="dcterms:W3CDTF">2022-03-14T10:52:00Z</dcterms:modified>
</cp:coreProperties>
</file>